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8D" w:rsidRDefault="00590E46">
      <w:pPr>
        <w:pStyle w:val="berschrift1"/>
        <w:tabs>
          <w:tab w:val="left" w:pos="1290"/>
        </w:tabs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Anwesenheitsbescheinigung</w:t>
      </w:r>
    </w:p>
    <w:p w:rsidR="00E3538D" w:rsidRDefault="00E3538D"/>
    <w:p w:rsidR="00E3538D" w:rsidRDefault="00B14D5B" w:rsidP="00BF2EA4">
      <w:pPr>
        <w:ind w:left="567"/>
        <w:rPr>
          <w:sz w:val="21"/>
        </w:rPr>
      </w:pPr>
      <w:r w:rsidRPr="00B14D5B">
        <w:rPr>
          <w:rFonts w:ascii="HelveticaNeuBQ-45Light" w:hAnsi="HelveticaNeuBQ-45Light"/>
          <w:noProof/>
          <w:sz w:val="21"/>
        </w:rPr>
        <w:pict>
          <v:group id="_x0000_s1062" style="position:absolute;left:0;text-align:left;margin-left:2in;margin-top:3.85pt;width:264.45pt;height:8.5pt;z-index:251670016" coordorigin="2317,7282" coordsize="6660,180">
            <v:line id="_x0000_s1063" style="position:absolute" from="2317,7462" to="8977,7462" strokeweight=".4pt"/>
            <v:line id="_x0000_s1064" style="position:absolute" from="2317,7282" to="2317,7452" strokeweight=".4pt"/>
          </v:group>
        </w:pict>
      </w:r>
      <w:r w:rsidR="00590E46">
        <w:rPr>
          <w:sz w:val="21"/>
        </w:rPr>
        <w:t>Persönliche Daten von</w:t>
      </w:r>
      <w:bookmarkStart w:id="0" w:name="vname"/>
      <w:bookmarkEnd w:id="0"/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  <w:t>(Name, Vorname)</w:t>
      </w:r>
    </w:p>
    <w:p w:rsidR="000E14F0" w:rsidRPr="000E14F0" w:rsidRDefault="000E14F0" w:rsidP="000E14F0">
      <w:pPr>
        <w:ind w:left="708"/>
        <w:rPr>
          <w:color w:val="1F497D"/>
        </w:rPr>
      </w:pPr>
    </w:p>
    <w:p w:rsidR="00E3538D" w:rsidRDefault="00B14D5B" w:rsidP="00751B7D">
      <w:pPr>
        <w:ind w:left="1701"/>
        <w:rPr>
          <w:rFonts w:ascii="HelveticaNeuBQ-45Light" w:hAnsi="HelveticaNeuBQ-45Light"/>
          <w:sz w:val="16"/>
        </w:rPr>
      </w:pPr>
      <w:r w:rsidRPr="00B14D5B">
        <w:rPr>
          <w:rFonts w:ascii="HelveticaNeuBQ-45Light" w:hAnsi="HelveticaNeuBQ-45Light"/>
          <w:noProof/>
          <w:sz w:val="21"/>
        </w:rPr>
        <w:pict>
          <v:group id="_x0000_s1068" style="position:absolute;left:0;text-align:left;margin-left:354.75pt;margin-top:3.55pt;width:125.55pt;height:8.5pt;z-index:251672064" coordorigin="2317,7282" coordsize="6660,180">
            <v:line id="_x0000_s1069" style="position:absolute" from="2317,7462" to="8977,7462" strokeweight=".4pt"/>
            <v:line id="_x0000_s1070" style="position:absolute" from="2317,7282" to="2317,7452" strokeweight=".4pt"/>
          </v:group>
        </w:pict>
      </w:r>
      <w:r w:rsidRPr="00B14D5B">
        <w:rPr>
          <w:rFonts w:ascii="HelveticaNeuBQ-45Light" w:hAnsi="HelveticaNeuBQ-45Light"/>
          <w:noProof/>
          <w:sz w:val="21"/>
        </w:rPr>
        <w:pict>
          <v:group id="_x0000_s1065" style="position:absolute;left:0;text-align:left;margin-left:2in;margin-top:4pt;width:125.55pt;height:8.5pt;z-index:251671040" coordorigin="2317,7282" coordsize="6660,180">
            <v:line id="_x0000_s1066" style="position:absolute" from="2317,7462" to="8977,7462" strokeweight=".4pt"/>
            <v:line id="_x0000_s1067" style="position:absolute" from="2317,7282" to="2317,7452" strokeweight=".4pt"/>
          </v:group>
        </w:pict>
      </w:r>
      <w:r w:rsidR="00590E46">
        <w:rPr>
          <w:rFonts w:ascii="HelveticaNeuBQ-45Light" w:hAnsi="HelveticaNeuBQ-45Light"/>
          <w:sz w:val="21"/>
        </w:rPr>
        <w:t>geboren am</w:t>
      </w:r>
      <w:bookmarkStart w:id="1" w:name="vgeburtsdatum"/>
      <w:bookmarkEnd w:id="1"/>
      <w:r w:rsidR="00A95500">
        <w:rPr>
          <w:rFonts w:ascii="HelveticaNeuBQ-45Light" w:hAnsi="HelveticaNeuBQ-45Light"/>
          <w:sz w:val="21"/>
        </w:rPr>
        <w:t xml:space="preserve"> </w:t>
      </w:r>
      <w:r w:rsidR="00A95500">
        <w:rPr>
          <w:rFonts w:ascii="HelveticaNeuBQ-45Light" w:hAnsi="HelveticaNeuBQ-45Light"/>
          <w:sz w:val="21"/>
        </w:rPr>
        <w:tab/>
      </w:r>
      <w:r w:rsidR="00A95500">
        <w:rPr>
          <w:rFonts w:ascii="HelveticaNeuBQ-45Light" w:hAnsi="HelveticaNeuBQ-45Light"/>
          <w:sz w:val="21"/>
        </w:rPr>
        <w:tab/>
      </w:r>
      <w:r w:rsidR="00A95500">
        <w:rPr>
          <w:rFonts w:ascii="HelveticaNeuBQ-45Light" w:hAnsi="HelveticaNeuBQ-45Light"/>
          <w:sz w:val="21"/>
        </w:rPr>
        <w:tab/>
      </w:r>
      <w:r w:rsidR="00A95500">
        <w:rPr>
          <w:rFonts w:ascii="HelveticaNeuBQ-45Light" w:hAnsi="HelveticaNeuBQ-45Light"/>
          <w:sz w:val="21"/>
        </w:rPr>
        <w:tab/>
      </w:r>
      <w:r w:rsidR="00A95500">
        <w:rPr>
          <w:rFonts w:ascii="HelveticaNeuBQ-45Light" w:hAnsi="HelveticaNeuBQ-45Light"/>
          <w:sz w:val="21"/>
        </w:rPr>
        <w:tab/>
      </w:r>
      <w:r w:rsidR="00590E46">
        <w:rPr>
          <w:rFonts w:ascii="HelveticaNeuBQ-45Light" w:hAnsi="HelveticaNeuBQ-45Light"/>
          <w:sz w:val="21"/>
        </w:rPr>
        <w:t xml:space="preserve"> KV-Nr. </w:t>
      </w:r>
      <w:bookmarkStart w:id="2" w:name="vkvnr"/>
      <w:bookmarkEnd w:id="2"/>
    </w:p>
    <w:p w:rsidR="00E3538D" w:rsidRDefault="00590E46">
      <w:pPr>
        <w:pStyle w:val="berschrift2"/>
        <w:spacing w:line="360" w:lineRule="auto"/>
        <w:rPr>
          <w:rFonts w:cs="Arial"/>
          <w:sz w:val="21"/>
        </w:rPr>
      </w:pPr>
      <w:r>
        <w:rPr>
          <w:rFonts w:cs="Arial"/>
          <w:sz w:val="21"/>
        </w:rPr>
        <w:t xml:space="preserve">Daten des </w:t>
      </w:r>
      <w:proofErr w:type="spellStart"/>
      <w:r>
        <w:rPr>
          <w:rFonts w:cs="Arial"/>
          <w:sz w:val="21"/>
        </w:rPr>
        <w:t>Behandlers</w:t>
      </w:r>
      <w:proofErr w:type="spellEnd"/>
    </w:p>
    <w:p w:rsidR="00E3538D" w:rsidRDefault="00B14D5B">
      <w:pPr>
        <w:spacing w:line="360" w:lineRule="auto"/>
        <w:ind w:left="1259"/>
        <w:rPr>
          <w:rFonts w:ascii="HelveticaNeuBQ-45Light" w:hAnsi="HelveticaNeuBQ-45Light"/>
          <w:sz w:val="21"/>
        </w:rPr>
      </w:pPr>
      <w:r>
        <w:rPr>
          <w:rFonts w:ascii="HelveticaNeuBQ-45Light" w:hAnsi="HelveticaNeuBQ-45Light"/>
          <w:noProof/>
          <w:sz w:val="21"/>
        </w:rPr>
        <w:pict>
          <v:group id="_x0000_s1026" style="position:absolute;left:0;text-align:left;margin-left:2in;margin-top:2.85pt;width:264.45pt;height:8.5pt;z-index:251655680" coordorigin="2317,7282" coordsize="6660,180">
            <v:line id="_x0000_s1027" style="position:absolute" from="2317,7462" to="8977,7462" strokeweight=".4pt"/>
            <v:line id="_x0000_s1028" style="position:absolute" from="2317,7282" to="2317,7452" strokeweight=".4pt"/>
          </v:group>
        </w:pict>
      </w:r>
      <w:r w:rsidR="00590E46">
        <w:rPr>
          <w:rFonts w:ascii="HelveticaNeuBQ-45Light" w:hAnsi="HelveticaNeuBQ-45Light"/>
          <w:sz w:val="21"/>
        </w:rPr>
        <w:t>Name</w:t>
      </w:r>
    </w:p>
    <w:p w:rsidR="00E3538D" w:rsidRDefault="00B14D5B">
      <w:pPr>
        <w:ind w:left="1260"/>
        <w:rPr>
          <w:rFonts w:ascii="HelveticaNeuBQ-45Light" w:hAnsi="HelveticaNeuBQ-45Light"/>
          <w:sz w:val="21"/>
        </w:rPr>
      </w:pPr>
      <w:r>
        <w:rPr>
          <w:rFonts w:ascii="HelveticaNeuBQ-45Light" w:hAnsi="HelveticaNeuBQ-45Light"/>
          <w:noProof/>
          <w:sz w:val="21"/>
        </w:rPr>
        <w:pict>
          <v:group id="_x0000_s1029" style="position:absolute;left:0;text-align:left;margin-left:2in;margin-top:2.85pt;width:264.45pt;height:8.5pt;z-index:251656704" coordorigin="2317,7282" coordsize="6660,180">
            <v:line id="_x0000_s1030" style="position:absolute" from="2317,7462" to="8977,7462" strokeweight=".4pt"/>
            <v:line id="_x0000_s1031" style="position:absolute" from="2317,7282" to="2317,7452" strokeweight=".4pt"/>
          </v:group>
        </w:pict>
      </w:r>
      <w:r w:rsidR="00590E46">
        <w:rPr>
          <w:rFonts w:ascii="HelveticaNeuBQ-45Light" w:hAnsi="HelveticaNeuBQ-45Light"/>
          <w:sz w:val="21"/>
        </w:rPr>
        <w:t>Anschrift</w:t>
      </w:r>
    </w:p>
    <w:p w:rsidR="00E3538D" w:rsidRDefault="00E3538D">
      <w:pPr>
        <w:ind w:left="126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022"/>
        <w:gridCol w:w="1134"/>
        <w:gridCol w:w="567"/>
        <w:gridCol w:w="3005"/>
        <w:gridCol w:w="1134"/>
        <w:gridCol w:w="567"/>
        <w:gridCol w:w="3005"/>
        <w:gridCol w:w="1134"/>
      </w:tblGrid>
      <w:tr w:rsidR="00E3538D">
        <w:tc>
          <w:tcPr>
            <w:tcW w:w="567" w:type="dxa"/>
            <w:vAlign w:val="center"/>
          </w:tcPr>
          <w:p w:rsidR="00E3538D" w:rsidRDefault="00E3538D">
            <w:pPr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22" w:type="dxa"/>
            <w:vAlign w:val="center"/>
          </w:tcPr>
          <w:p w:rsidR="00E3538D" w:rsidRDefault="00590E46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Datum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590E46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Anzahl Mitfahrer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E3538D">
            <w:pPr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05" w:type="dxa"/>
            <w:vAlign w:val="center"/>
          </w:tcPr>
          <w:p w:rsidR="00E3538D" w:rsidRDefault="00590E46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Datum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590E46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Anzahl Mitfahrer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E3538D">
            <w:pPr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05" w:type="dxa"/>
            <w:vAlign w:val="center"/>
          </w:tcPr>
          <w:p w:rsidR="00E3538D" w:rsidRDefault="00590E46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Datum</w:t>
            </w:r>
          </w:p>
        </w:tc>
        <w:tc>
          <w:tcPr>
            <w:tcW w:w="1134" w:type="dxa"/>
            <w:vAlign w:val="center"/>
          </w:tcPr>
          <w:p w:rsidR="00E3538D" w:rsidRDefault="00590E46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Anzahl Mitfahrer</w:t>
            </w:r>
          </w:p>
        </w:tc>
      </w:tr>
      <w:tr w:rsidR="00E3538D">
        <w:tc>
          <w:tcPr>
            <w:tcW w:w="567" w:type="dxa"/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</w:t>
            </w:r>
          </w:p>
        </w:tc>
        <w:tc>
          <w:tcPr>
            <w:tcW w:w="3022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11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21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</w:t>
            </w:r>
          </w:p>
        </w:tc>
        <w:tc>
          <w:tcPr>
            <w:tcW w:w="3022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12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22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3</w:t>
            </w:r>
          </w:p>
        </w:tc>
        <w:tc>
          <w:tcPr>
            <w:tcW w:w="3022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13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23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4</w:t>
            </w:r>
          </w:p>
        </w:tc>
        <w:tc>
          <w:tcPr>
            <w:tcW w:w="3022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14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24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5</w:t>
            </w:r>
          </w:p>
        </w:tc>
        <w:tc>
          <w:tcPr>
            <w:tcW w:w="3022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15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25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6</w:t>
            </w:r>
          </w:p>
        </w:tc>
        <w:tc>
          <w:tcPr>
            <w:tcW w:w="3022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16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26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7</w:t>
            </w:r>
          </w:p>
        </w:tc>
        <w:tc>
          <w:tcPr>
            <w:tcW w:w="3022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17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27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8</w:t>
            </w:r>
          </w:p>
        </w:tc>
        <w:tc>
          <w:tcPr>
            <w:tcW w:w="3022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18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28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9</w:t>
            </w:r>
          </w:p>
        </w:tc>
        <w:tc>
          <w:tcPr>
            <w:tcW w:w="3022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19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29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10</w:t>
            </w:r>
          </w:p>
        </w:tc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20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30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E3538D"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22" w:type="dxa"/>
            <w:tcBorders>
              <w:left w:val="nil"/>
              <w:bottom w:val="nil"/>
              <w:right w:val="nil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05" w:type="dxa"/>
            <w:tcBorders>
              <w:left w:val="nil"/>
              <w:bottom w:val="nil"/>
              <w:right w:val="nil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3538D" w:rsidRDefault="00590E46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31</w:t>
            </w:r>
          </w:p>
        </w:tc>
        <w:tc>
          <w:tcPr>
            <w:tcW w:w="3005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3538D" w:rsidRDefault="00E3538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</w:tbl>
    <w:p w:rsidR="00E3538D" w:rsidRDefault="00590E46">
      <w:pPr>
        <w:pStyle w:val="berschrift3"/>
      </w:pPr>
      <w:r>
        <w:t xml:space="preserve">Bestätigung </w:t>
      </w:r>
      <w:r w:rsidR="00BF2EA4">
        <w:t>des Versicherten</w:t>
      </w:r>
    </w:p>
    <w:p w:rsidR="00E3538D" w:rsidRDefault="00E3538D">
      <w:pPr>
        <w:rPr>
          <w:rFonts w:cs="Arial"/>
          <w:b/>
          <w:bCs/>
          <w:sz w:val="12"/>
        </w:rPr>
      </w:pPr>
    </w:p>
    <w:p w:rsidR="00E3538D" w:rsidRDefault="00B14D5B">
      <w:pPr>
        <w:rPr>
          <w:rFonts w:ascii="HelveticaNeuBQ-45Light" w:hAnsi="HelveticaNeuBQ-45Light"/>
          <w:sz w:val="21"/>
        </w:rPr>
      </w:pPr>
      <w:r>
        <w:rPr>
          <w:rFonts w:ascii="HelveticaNeuBQ-45Light" w:hAnsi="HelveticaNeuBQ-45Light"/>
          <w:noProof/>
          <w:sz w:val="21"/>
        </w:rPr>
        <w:pict>
          <v:group id="_x0000_s1035" style="position:absolute;margin-left:500.65pt;margin-top:2.85pt;width:116.2pt;height:8.5pt;z-index:251659776" coordorigin="2317,7282" coordsize="6660,180">
            <v:line id="_x0000_s1036" style="position:absolute" from="2317,7462" to="8977,7462" strokeweight=".4pt"/>
            <v:line id="_x0000_s1037" style="position:absolute" from="2317,7282" to="2317,7452" strokeweight=".4pt"/>
          </v:group>
        </w:pict>
      </w:r>
      <w:r>
        <w:rPr>
          <w:rFonts w:ascii="HelveticaNeuBQ-45Light" w:hAnsi="HelveticaNeuBQ-45Light"/>
          <w:noProof/>
          <w:sz w:val="21"/>
        </w:rPr>
        <w:pict>
          <v:group id="_x0000_s1032" style="position:absolute;margin-left:342pt;margin-top:2.85pt;width:116.2pt;height:8.5pt;z-index:251658752" coordorigin="2317,7282" coordsize="6660,180">
            <v:line id="_x0000_s1033" style="position:absolute" from="2317,7462" to="8977,7462" strokeweight=".4pt"/>
            <v:line id="_x0000_s1034" style="position:absolute" from="2317,7282" to="2317,7452" strokeweight=".4pt"/>
          </v:group>
        </w:pict>
      </w:r>
      <w:r w:rsidR="00590E46">
        <w:rPr>
          <w:rFonts w:ascii="HelveticaNeuBQ-45Light" w:hAnsi="HelveticaNeuBQ-45Light"/>
          <w:sz w:val="21"/>
        </w:rPr>
        <w:t xml:space="preserve">Hiermit bestätige ich, dass ich an den genannten Tagen </w:t>
      </w:r>
    </w:p>
    <w:p w:rsidR="00E3538D" w:rsidRDefault="00590E46">
      <w:pPr>
        <w:tabs>
          <w:tab w:val="left" w:pos="6840"/>
          <w:tab w:val="left" w:pos="10013"/>
        </w:tabs>
        <w:rPr>
          <w:rFonts w:ascii="HelveticaNeuBQ-45Light" w:hAnsi="HelveticaNeuBQ-45Light"/>
          <w:sz w:val="18"/>
        </w:rPr>
      </w:pPr>
      <w:r>
        <w:rPr>
          <w:rFonts w:ascii="HelveticaNeuBQ-45Light" w:hAnsi="HelveticaNeuBQ-45Light"/>
          <w:sz w:val="21"/>
        </w:rPr>
        <w:t>zur ambulanten Behandlung gefahren worden bin.</w:t>
      </w:r>
      <w:r>
        <w:rPr>
          <w:rFonts w:ascii="HelveticaNeuBQ-45Light" w:hAnsi="HelveticaNeuBQ-45Light"/>
          <w:sz w:val="18"/>
        </w:rPr>
        <w:tab/>
        <w:t>Datum</w:t>
      </w:r>
      <w:r>
        <w:rPr>
          <w:rFonts w:ascii="HelveticaNeuBQ-45Light" w:hAnsi="HelveticaNeuBQ-45Light"/>
          <w:sz w:val="18"/>
        </w:rPr>
        <w:tab/>
        <w:t>Unterschrift</w:t>
      </w:r>
    </w:p>
    <w:p w:rsidR="00E3538D" w:rsidRDefault="00E3538D">
      <w:pPr>
        <w:rPr>
          <w:rFonts w:ascii="HelveticaNeuBQ-45Light" w:hAnsi="HelveticaNeuBQ-45Light"/>
          <w:sz w:val="16"/>
        </w:rPr>
      </w:pPr>
    </w:p>
    <w:p w:rsidR="00E3538D" w:rsidRDefault="00590E46">
      <w:pPr>
        <w:pStyle w:val="berschrift3"/>
        <w:rPr>
          <w:rFonts w:cs="Times New Roman"/>
        </w:rPr>
      </w:pPr>
      <w:r>
        <w:rPr>
          <w:rFonts w:cs="Times New Roman"/>
        </w:rPr>
        <w:t xml:space="preserve">Bestätigung des </w:t>
      </w:r>
      <w:proofErr w:type="spellStart"/>
      <w:r>
        <w:rPr>
          <w:rFonts w:cs="Times New Roman"/>
        </w:rPr>
        <w:t>Behandlers</w:t>
      </w:r>
      <w:proofErr w:type="spellEnd"/>
      <w:r>
        <w:rPr>
          <w:rFonts w:cs="Times New Roman"/>
        </w:rPr>
        <w:t>/Therapeuten*</w:t>
      </w:r>
    </w:p>
    <w:p w:rsidR="00E3538D" w:rsidRDefault="00E3538D">
      <w:pPr>
        <w:rPr>
          <w:sz w:val="12"/>
        </w:rPr>
      </w:pPr>
    </w:p>
    <w:p w:rsidR="00681D11" w:rsidRPr="00433068" w:rsidRDefault="00B14D5B" w:rsidP="00433068">
      <w:pPr>
        <w:rPr>
          <w:rFonts w:ascii="HelveticaNeuBQ-45Light" w:hAnsi="HelveticaNeuBQ-45Light"/>
          <w:sz w:val="21"/>
          <w:szCs w:val="21"/>
        </w:rPr>
      </w:pPr>
      <w:r>
        <w:rPr>
          <w:rFonts w:ascii="HelveticaNeuBQ-45Light" w:hAnsi="HelveticaNeuBQ-45Light"/>
          <w:noProof/>
          <w:sz w:val="21"/>
          <w:szCs w:val="21"/>
        </w:rPr>
        <w:pict>
          <v:group id="_x0000_s1041" style="position:absolute;margin-left:500.65pt;margin-top:2.85pt;width:202.1pt;height:8.5pt;z-index:251661824" coordorigin="2317,7282" coordsize="6660,180">
            <v:line id="_x0000_s1042" style="position:absolute" from="2317,7462" to="8977,7462" strokeweight=".4pt"/>
            <v:line id="_x0000_s1043" style="position:absolute" from="2317,7282" to="2317,7452" strokeweight=".4pt"/>
          </v:group>
        </w:pict>
      </w:r>
      <w:r>
        <w:rPr>
          <w:rFonts w:ascii="HelveticaNeuBQ-45Light" w:hAnsi="HelveticaNeuBQ-45Light"/>
          <w:noProof/>
          <w:sz w:val="21"/>
          <w:szCs w:val="21"/>
        </w:rPr>
        <w:pict>
          <v:group id="_x0000_s1038" style="position:absolute;margin-left:342pt;margin-top:2.85pt;width:116.2pt;height:8.5pt;z-index:251660800" coordorigin="2317,7282" coordsize="6660,180">
            <v:line id="_x0000_s1039" style="position:absolute" from="2317,7462" to="8977,7462" strokeweight=".4pt"/>
            <v:line id="_x0000_s1040" style="position:absolute" from="2317,7282" to="2317,7452" strokeweight=".4pt"/>
          </v:group>
        </w:pict>
      </w:r>
      <w:r w:rsidR="00590E46" w:rsidRPr="00433068">
        <w:rPr>
          <w:rFonts w:ascii="HelveticaNeuBQ-45Light" w:hAnsi="HelveticaNeuBQ-45Light"/>
          <w:sz w:val="21"/>
          <w:szCs w:val="21"/>
        </w:rPr>
        <w:t xml:space="preserve">Hiermit wird bestätigt, dass </w:t>
      </w:r>
      <w:r w:rsidR="00433068" w:rsidRPr="00433068">
        <w:rPr>
          <w:rFonts w:ascii="HelveticaNeuBQ-45Light" w:hAnsi="HelveticaNeuBQ-45Light"/>
          <w:sz w:val="21"/>
          <w:szCs w:val="21"/>
        </w:rPr>
        <w:t>die oben genannte Person</w:t>
      </w:r>
    </w:p>
    <w:p w:rsidR="00E3538D" w:rsidRPr="00433068" w:rsidRDefault="00433068">
      <w:pPr>
        <w:pStyle w:val="Textkrper"/>
      </w:pPr>
      <w:r w:rsidRPr="00433068">
        <w:t>an den genannten Tagen in meiner/unserer Einrichtung</w:t>
      </w:r>
    </w:p>
    <w:p w:rsidR="00E3538D" w:rsidRDefault="00590E46">
      <w:pPr>
        <w:pStyle w:val="Textkrper"/>
        <w:tabs>
          <w:tab w:val="left" w:pos="6840"/>
          <w:tab w:val="left" w:pos="10013"/>
        </w:tabs>
        <w:rPr>
          <w:sz w:val="18"/>
        </w:rPr>
      </w:pPr>
      <w:r>
        <w:t>behandelt wurde.</w:t>
      </w:r>
      <w:r>
        <w:rPr>
          <w:sz w:val="18"/>
        </w:rPr>
        <w:tab/>
        <w:t>Datum</w:t>
      </w:r>
      <w:r>
        <w:rPr>
          <w:sz w:val="18"/>
        </w:rPr>
        <w:tab/>
        <w:t>Stempel und Unterschrift</w:t>
      </w:r>
    </w:p>
    <w:p w:rsidR="00590E46" w:rsidRDefault="00590E46">
      <w:pPr>
        <w:rPr>
          <w:rFonts w:ascii="HelveticaNeuBQ-45Light" w:hAnsi="HelveticaNeuBQ-45Light"/>
          <w:sz w:val="18"/>
        </w:rPr>
      </w:pPr>
      <w:r>
        <w:rPr>
          <w:rFonts w:ascii="HelveticaNeuBQ-45Light" w:hAnsi="HelveticaNeuBQ-45Light"/>
          <w:sz w:val="18"/>
        </w:rPr>
        <w:t>*Für die Angaben der Ärzte ist die EBM-Ziffer 01620 abrechnungsfähig. Rechts</w:t>
      </w:r>
      <w:r w:rsidR="00CC3030">
        <w:rPr>
          <w:rFonts w:ascii="HelveticaNeuBQ-45Light" w:hAnsi="HelveticaNeuBQ-45Light"/>
          <w:sz w:val="18"/>
        </w:rPr>
        <w:t>g</w:t>
      </w:r>
      <w:r>
        <w:rPr>
          <w:rFonts w:ascii="HelveticaNeuBQ-45Light" w:hAnsi="HelveticaNeuBQ-45Light"/>
          <w:sz w:val="18"/>
        </w:rPr>
        <w:t xml:space="preserve">rundlage § 60 SGB V i. V. m. </w:t>
      </w:r>
      <w:proofErr w:type="spellStart"/>
      <w:r>
        <w:rPr>
          <w:rFonts w:ascii="HelveticaNeuBQ-45Light" w:hAnsi="HelveticaNeuBQ-45Light"/>
          <w:sz w:val="18"/>
        </w:rPr>
        <w:t>KrTrR</w:t>
      </w:r>
      <w:proofErr w:type="spellEnd"/>
      <w:r>
        <w:rPr>
          <w:rFonts w:ascii="HelveticaNeuBQ-45Light" w:hAnsi="HelveticaNeuBQ-45Light"/>
          <w:sz w:val="18"/>
        </w:rPr>
        <w:t>.</w:t>
      </w:r>
    </w:p>
    <w:p w:rsidR="000E14F0" w:rsidRDefault="000E14F0">
      <w:pPr>
        <w:rPr>
          <w:rFonts w:ascii="HelveticaNeuBQ-45Light" w:hAnsi="HelveticaNeuBQ-45Light"/>
          <w:sz w:val="18"/>
        </w:rPr>
      </w:pPr>
    </w:p>
    <w:p w:rsidR="000E14F0" w:rsidRDefault="000E14F0" w:rsidP="000E14F0">
      <w:pPr>
        <w:pStyle w:val="berschrift1"/>
        <w:tabs>
          <w:tab w:val="left" w:pos="1290"/>
        </w:tabs>
        <w:rPr>
          <w:sz w:val="32"/>
        </w:rPr>
      </w:pPr>
      <w:r>
        <w:rPr>
          <w:sz w:val="32"/>
        </w:rPr>
        <w:lastRenderedPageBreak/>
        <w:tab/>
      </w:r>
      <w:r>
        <w:rPr>
          <w:sz w:val="32"/>
        </w:rPr>
        <w:tab/>
        <w:t>Anwesenheitsbescheinigung Dialyse</w:t>
      </w:r>
    </w:p>
    <w:p w:rsidR="000E14F0" w:rsidRPr="00C51E6B" w:rsidRDefault="000E14F0" w:rsidP="000E14F0">
      <w:pPr>
        <w:ind w:left="2127"/>
      </w:pPr>
      <w:r w:rsidRPr="00C51E6B">
        <w:rPr>
          <w:highlight w:val="yellow"/>
        </w:rPr>
        <w:t>( Anwesenheitsbescheinigungen, welche durch das Dialysezentrum ausgestellt werden, können Sie alternativ verwenden.)</w:t>
      </w:r>
      <w:r w:rsidRPr="00C51E6B">
        <w:t xml:space="preserve"> </w:t>
      </w:r>
    </w:p>
    <w:p w:rsidR="000E14F0" w:rsidRDefault="000E14F0" w:rsidP="000E14F0"/>
    <w:p w:rsidR="00BF2EA4" w:rsidRDefault="00B14D5B" w:rsidP="00BF2EA4">
      <w:pPr>
        <w:ind w:left="567"/>
        <w:rPr>
          <w:sz w:val="21"/>
        </w:rPr>
      </w:pPr>
      <w:r w:rsidRPr="00B14D5B">
        <w:rPr>
          <w:rFonts w:ascii="HelveticaNeuBQ-45Light" w:hAnsi="HelveticaNeuBQ-45Light"/>
          <w:noProof/>
          <w:sz w:val="21"/>
        </w:rPr>
        <w:pict>
          <v:group id="_x0000_s1071" style="position:absolute;left:0;text-align:left;margin-left:2in;margin-top:3.85pt;width:264.45pt;height:8.5pt;z-index:251674112" coordorigin="2317,7282" coordsize="6660,180">
            <v:line id="_x0000_s1072" style="position:absolute" from="2317,7462" to="8977,7462" strokeweight=".4pt"/>
            <v:line id="_x0000_s1073" style="position:absolute" from="2317,7282" to="2317,7452" strokeweight=".4pt"/>
          </v:group>
        </w:pict>
      </w:r>
      <w:r w:rsidR="00BF2EA4">
        <w:rPr>
          <w:sz w:val="21"/>
        </w:rPr>
        <w:t>Persönliche Daten von</w:t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</w:r>
      <w:r w:rsidR="00BF2EA4">
        <w:rPr>
          <w:sz w:val="21"/>
        </w:rPr>
        <w:tab/>
        <w:t>(Name, Vorname)</w:t>
      </w:r>
    </w:p>
    <w:p w:rsidR="00BF2EA4" w:rsidRPr="000E14F0" w:rsidRDefault="00BF2EA4" w:rsidP="00BF2EA4">
      <w:pPr>
        <w:ind w:left="708"/>
        <w:rPr>
          <w:color w:val="1F497D"/>
        </w:rPr>
      </w:pPr>
    </w:p>
    <w:p w:rsidR="00BF2EA4" w:rsidRDefault="00B14D5B" w:rsidP="00BF2EA4">
      <w:pPr>
        <w:ind w:left="1701"/>
        <w:rPr>
          <w:rFonts w:ascii="HelveticaNeuBQ-45Light" w:hAnsi="HelveticaNeuBQ-45Light"/>
          <w:sz w:val="16"/>
        </w:rPr>
      </w:pPr>
      <w:r w:rsidRPr="00B14D5B">
        <w:rPr>
          <w:rFonts w:ascii="HelveticaNeuBQ-45Light" w:hAnsi="HelveticaNeuBQ-45Light"/>
          <w:noProof/>
          <w:sz w:val="21"/>
        </w:rPr>
        <w:pict>
          <v:group id="_x0000_s1077" style="position:absolute;left:0;text-align:left;margin-left:354.75pt;margin-top:3.55pt;width:125.55pt;height:8.5pt;z-index:251676160" coordorigin="2317,7282" coordsize="6660,180">
            <v:line id="_x0000_s1078" style="position:absolute" from="2317,7462" to="8977,7462" strokeweight=".4pt"/>
            <v:line id="_x0000_s1079" style="position:absolute" from="2317,7282" to="2317,7452" strokeweight=".4pt"/>
          </v:group>
        </w:pict>
      </w:r>
      <w:r w:rsidRPr="00B14D5B">
        <w:rPr>
          <w:rFonts w:ascii="HelveticaNeuBQ-45Light" w:hAnsi="HelveticaNeuBQ-45Light"/>
          <w:noProof/>
          <w:sz w:val="21"/>
        </w:rPr>
        <w:pict>
          <v:group id="_x0000_s1074" style="position:absolute;left:0;text-align:left;margin-left:2in;margin-top:4pt;width:125.55pt;height:8.5pt;z-index:251675136" coordorigin="2317,7282" coordsize="6660,180">
            <v:line id="_x0000_s1075" style="position:absolute" from="2317,7462" to="8977,7462" strokeweight=".4pt"/>
            <v:line id="_x0000_s1076" style="position:absolute" from="2317,7282" to="2317,7452" strokeweight=".4pt"/>
          </v:group>
        </w:pict>
      </w:r>
      <w:r w:rsidR="00BF2EA4">
        <w:rPr>
          <w:rFonts w:ascii="HelveticaNeuBQ-45Light" w:hAnsi="HelveticaNeuBQ-45Light"/>
          <w:sz w:val="21"/>
        </w:rPr>
        <w:t xml:space="preserve">geboren am </w:t>
      </w:r>
      <w:r w:rsidR="00BF2EA4">
        <w:rPr>
          <w:rFonts w:ascii="HelveticaNeuBQ-45Light" w:hAnsi="HelveticaNeuBQ-45Light"/>
          <w:sz w:val="21"/>
        </w:rPr>
        <w:tab/>
      </w:r>
      <w:r w:rsidR="00BF2EA4">
        <w:rPr>
          <w:rFonts w:ascii="HelveticaNeuBQ-45Light" w:hAnsi="HelveticaNeuBQ-45Light"/>
          <w:sz w:val="21"/>
        </w:rPr>
        <w:tab/>
      </w:r>
      <w:r w:rsidR="00BF2EA4">
        <w:rPr>
          <w:rFonts w:ascii="HelveticaNeuBQ-45Light" w:hAnsi="HelveticaNeuBQ-45Light"/>
          <w:sz w:val="21"/>
        </w:rPr>
        <w:tab/>
      </w:r>
      <w:r w:rsidR="00BF2EA4">
        <w:rPr>
          <w:rFonts w:ascii="HelveticaNeuBQ-45Light" w:hAnsi="HelveticaNeuBQ-45Light"/>
          <w:sz w:val="21"/>
        </w:rPr>
        <w:tab/>
      </w:r>
      <w:r w:rsidR="00BF2EA4">
        <w:rPr>
          <w:rFonts w:ascii="HelveticaNeuBQ-45Light" w:hAnsi="HelveticaNeuBQ-45Light"/>
          <w:sz w:val="21"/>
        </w:rPr>
        <w:tab/>
        <w:t xml:space="preserve"> KV-Nr. </w:t>
      </w:r>
    </w:p>
    <w:p w:rsidR="000E14F0" w:rsidRDefault="000E14F0" w:rsidP="000E14F0">
      <w:pPr>
        <w:ind w:left="1259"/>
        <w:rPr>
          <w:rFonts w:ascii="HelveticaNeuBQ-45Light" w:hAnsi="HelveticaNeuBQ-45Light"/>
          <w:sz w:val="16"/>
        </w:rPr>
      </w:pPr>
    </w:p>
    <w:p w:rsidR="000E14F0" w:rsidRDefault="000E14F0" w:rsidP="000E14F0">
      <w:pPr>
        <w:pStyle w:val="berschrift2"/>
        <w:spacing w:line="360" w:lineRule="auto"/>
        <w:rPr>
          <w:rFonts w:cs="Arial"/>
          <w:sz w:val="21"/>
        </w:rPr>
      </w:pPr>
      <w:r>
        <w:rPr>
          <w:rFonts w:cs="Arial"/>
          <w:sz w:val="21"/>
        </w:rPr>
        <w:t xml:space="preserve">Daten des </w:t>
      </w:r>
      <w:proofErr w:type="spellStart"/>
      <w:r>
        <w:rPr>
          <w:rFonts w:cs="Arial"/>
          <w:sz w:val="21"/>
        </w:rPr>
        <w:t>Behandlers</w:t>
      </w:r>
      <w:proofErr w:type="spellEnd"/>
    </w:p>
    <w:p w:rsidR="000E14F0" w:rsidRDefault="00B14D5B" w:rsidP="000E14F0">
      <w:pPr>
        <w:spacing w:line="360" w:lineRule="auto"/>
        <w:ind w:left="1259"/>
        <w:rPr>
          <w:rFonts w:ascii="HelveticaNeuBQ-45Light" w:hAnsi="HelveticaNeuBQ-45Light"/>
          <w:sz w:val="21"/>
        </w:rPr>
      </w:pPr>
      <w:r>
        <w:rPr>
          <w:rFonts w:ascii="HelveticaNeuBQ-45Light" w:hAnsi="HelveticaNeuBQ-45Light"/>
          <w:noProof/>
          <w:sz w:val="21"/>
        </w:rPr>
        <w:pict>
          <v:group id="_x0000_s1044" style="position:absolute;left:0;text-align:left;margin-left:2in;margin-top:2.85pt;width:264.45pt;height:8.5pt;z-index:251663872" coordorigin="2317,7282" coordsize="6660,180">
            <v:line id="_x0000_s1045" style="position:absolute" from="2317,7462" to="8977,7462" strokeweight=".4pt"/>
            <v:line id="_x0000_s1046" style="position:absolute" from="2317,7282" to="2317,7452" strokeweight=".4pt"/>
          </v:group>
        </w:pict>
      </w:r>
      <w:r w:rsidR="000E14F0">
        <w:rPr>
          <w:rFonts w:ascii="HelveticaNeuBQ-45Light" w:hAnsi="HelveticaNeuBQ-45Light"/>
          <w:sz w:val="21"/>
        </w:rPr>
        <w:t>Name</w:t>
      </w:r>
    </w:p>
    <w:p w:rsidR="000E14F0" w:rsidRDefault="00B14D5B" w:rsidP="000E14F0">
      <w:pPr>
        <w:ind w:left="1260"/>
        <w:rPr>
          <w:rFonts w:ascii="HelveticaNeuBQ-45Light" w:hAnsi="HelveticaNeuBQ-45Light"/>
          <w:sz w:val="21"/>
        </w:rPr>
      </w:pPr>
      <w:r>
        <w:rPr>
          <w:rFonts w:ascii="HelveticaNeuBQ-45Light" w:hAnsi="HelveticaNeuBQ-45Light"/>
          <w:noProof/>
          <w:sz w:val="21"/>
        </w:rPr>
        <w:pict>
          <v:group id="_x0000_s1047" style="position:absolute;left:0;text-align:left;margin-left:2in;margin-top:2.85pt;width:264.45pt;height:8.5pt;z-index:251664896" coordorigin="2317,7282" coordsize="6660,180">
            <v:line id="_x0000_s1048" style="position:absolute" from="2317,7462" to="8977,7462" strokeweight=".4pt"/>
            <v:line id="_x0000_s1049" style="position:absolute" from="2317,7282" to="2317,7452" strokeweight=".4pt"/>
          </v:group>
        </w:pict>
      </w:r>
      <w:r w:rsidR="000E14F0">
        <w:rPr>
          <w:rFonts w:ascii="HelveticaNeuBQ-45Light" w:hAnsi="HelveticaNeuBQ-45Light"/>
          <w:sz w:val="21"/>
        </w:rPr>
        <w:t>Anschrift</w:t>
      </w:r>
    </w:p>
    <w:p w:rsidR="000E14F0" w:rsidRDefault="000E14F0" w:rsidP="000E14F0">
      <w:pPr>
        <w:ind w:left="126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022"/>
        <w:gridCol w:w="1134"/>
        <w:gridCol w:w="567"/>
        <w:gridCol w:w="3005"/>
        <w:gridCol w:w="1134"/>
        <w:gridCol w:w="567"/>
        <w:gridCol w:w="3005"/>
        <w:gridCol w:w="1134"/>
      </w:tblGrid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Datum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Anzahl Mitfahrer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Datum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Anzahl Mitfahrer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Datum</w:t>
            </w: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Anzahl Mitfahrer</w:t>
            </w:r>
          </w:p>
        </w:tc>
      </w:tr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</w:t>
            </w: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11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21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</w:t>
            </w: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12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22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3</w:t>
            </w: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13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23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4</w:t>
            </w: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14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24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5</w:t>
            </w: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15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25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6</w:t>
            </w: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16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26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7</w:t>
            </w: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17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27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8</w:t>
            </w: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18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28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9</w:t>
            </w:r>
          </w:p>
        </w:tc>
        <w:tc>
          <w:tcPr>
            <w:tcW w:w="3022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19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29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10</w:t>
            </w:r>
          </w:p>
        </w:tc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20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30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  <w:tr w:rsidR="000E14F0" w:rsidTr="00751B7D"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22" w:type="dxa"/>
            <w:tcBorders>
              <w:left w:val="nil"/>
              <w:bottom w:val="nil"/>
              <w:right w:val="nil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3005" w:type="dxa"/>
            <w:tcBorders>
              <w:left w:val="nil"/>
              <w:bottom w:val="nil"/>
              <w:right w:val="nil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  <w:r>
              <w:rPr>
                <w:rFonts w:ascii="HelveticaNeuBQ-45Light" w:hAnsi="HelveticaNeuBQ-45Light"/>
                <w:sz w:val="21"/>
              </w:rPr>
              <w:t>31</w:t>
            </w:r>
          </w:p>
        </w:tc>
        <w:tc>
          <w:tcPr>
            <w:tcW w:w="3005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E14F0" w:rsidRDefault="000E14F0" w:rsidP="00751B7D">
            <w:pPr>
              <w:spacing w:before="60" w:after="60"/>
              <w:jc w:val="center"/>
              <w:rPr>
                <w:rFonts w:ascii="HelveticaNeuBQ-45Light" w:hAnsi="HelveticaNeuBQ-45Light"/>
                <w:sz w:val="21"/>
              </w:rPr>
            </w:pPr>
          </w:p>
        </w:tc>
      </w:tr>
    </w:tbl>
    <w:p w:rsidR="000E14F0" w:rsidRDefault="00BF2EA4" w:rsidP="000E14F0">
      <w:pPr>
        <w:pStyle w:val="berschrift3"/>
      </w:pPr>
      <w:r>
        <w:t>Bestätigung desVersicherten</w:t>
      </w:r>
    </w:p>
    <w:p w:rsidR="000E14F0" w:rsidRDefault="000E14F0" w:rsidP="000E14F0">
      <w:pPr>
        <w:rPr>
          <w:rFonts w:cs="Arial"/>
          <w:b/>
          <w:bCs/>
          <w:sz w:val="12"/>
        </w:rPr>
      </w:pPr>
    </w:p>
    <w:p w:rsidR="000E14F0" w:rsidRDefault="00B14D5B" w:rsidP="000E14F0">
      <w:pPr>
        <w:rPr>
          <w:rFonts w:ascii="HelveticaNeuBQ-45Light" w:hAnsi="HelveticaNeuBQ-45Light"/>
          <w:sz w:val="21"/>
        </w:rPr>
      </w:pPr>
      <w:r>
        <w:rPr>
          <w:rFonts w:ascii="HelveticaNeuBQ-45Light" w:hAnsi="HelveticaNeuBQ-45Light"/>
          <w:noProof/>
          <w:sz w:val="21"/>
        </w:rPr>
        <w:pict>
          <v:group id="_x0000_s1053" style="position:absolute;margin-left:500.65pt;margin-top:2.85pt;width:116.2pt;height:8.5pt;z-index:251666944" coordorigin="2317,7282" coordsize="6660,180">
            <v:line id="_x0000_s1054" style="position:absolute" from="2317,7462" to="8977,7462" strokeweight=".4pt"/>
            <v:line id="_x0000_s1055" style="position:absolute" from="2317,7282" to="2317,7452" strokeweight=".4pt"/>
          </v:group>
        </w:pict>
      </w:r>
      <w:r>
        <w:rPr>
          <w:rFonts w:ascii="HelveticaNeuBQ-45Light" w:hAnsi="HelveticaNeuBQ-45Light"/>
          <w:noProof/>
          <w:sz w:val="21"/>
        </w:rPr>
        <w:pict>
          <v:group id="_x0000_s1050" style="position:absolute;margin-left:342pt;margin-top:2.85pt;width:116.2pt;height:8.5pt;z-index:251665920" coordorigin="2317,7282" coordsize="6660,180">
            <v:line id="_x0000_s1051" style="position:absolute" from="2317,7462" to="8977,7462" strokeweight=".4pt"/>
            <v:line id="_x0000_s1052" style="position:absolute" from="2317,7282" to="2317,7452" strokeweight=".4pt"/>
          </v:group>
        </w:pict>
      </w:r>
      <w:r w:rsidR="000E14F0">
        <w:rPr>
          <w:rFonts w:ascii="HelveticaNeuBQ-45Light" w:hAnsi="HelveticaNeuBQ-45Light"/>
          <w:sz w:val="21"/>
        </w:rPr>
        <w:t xml:space="preserve">Hiermit bestätige ich, dass ich an den genannten Tagen </w:t>
      </w:r>
    </w:p>
    <w:p w:rsidR="000E14F0" w:rsidRDefault="000E14F0" w:rsidP="000E14F0">
      <w:pPr>
        <w:tabs>
          <w:tab w:val="left" w:pos="6840"/>
          <w:tab w:val="left" w:pos="10013"/>
        </w:tabs>
        <w:rPr>
          <w:rFonts w:ascii="HelveticaNeuBQ-45Light" w:hAnsi="HelveticaNeuBQ-45Light"/>
          <w:sz w:val="18"/>
        </w:rPr>
      </w:pPr>
      <w:r>
        <w:rPr>
          <w:rFonts w:ascii="HelveticaNeuBQ-45Light" w:hAnsi="HelveticaNeuBQ-45Light"/>
          <w:sz w:val="21"/>
        </w:rPr>
        <w:t>zur ambulanten Behandlung gefahren worden bin.</w:t>
      </w:r>
      <w:r>
        <w:rPr>
          <w:rFonts w:ascii="HelveticaNeuBQ-45Light" w:hAnsi="HelveticaNeuBQ-45Light"/>
          <w:sz w:val="18"/>
        </w:rPr>
        <w:tab/>
        <w:t>Datum</w:t>
      </w:r>
      <w:r>
        <w:rPr>
          <w:rFonts w:ascii="HelveticaNeuBQ-45Light" w:hAnsi="HelveticaNeuBQ-45Light"/>
          <w:sz w:val="18"/>
        </w:rPr>
        <w:tab/>
        <w:t>Unterschrift</w:t>
      </w:r>
    </w:p>
    <w:p w:rsidR="000E14F0" w:rsidRDefault="000E14F0" w:rsidP="000E14F0">
      <w:pPr>
        <w:rPr>
          <w:rFonts w:ascii="HelveticaNeuBQ-45Light" w:hAnsi="HelveticaNeuBQ-45Light"/>
          <w:sz w:val="16"/>
        </w:rPr>
      </w:pPr>
    </w:p>
    <w:p w:rsidR="000E14F0" w:rsidRDefault="000E14F0" w:rsidP="000E14F0">
      <w:pPr>
        <w:pStyle w:val="berschrift3"/>
        <w:rPr>
          <w:rFonts w:cs="Times New Roman"/>
        </w:rPr>
      </w:pPr>
      <w:r>
        <w:rPr>
          <w:rFonts w:cs="Times New Roman"/>
        </w:rPr>
        <w:t xml:space="preserve">Bestätigung des </w:t>
      </w:r>
      <w:proofErr w:type="spellStart"/>
      <w:r>
        <w:rPr>
          <w:rFonts w:cs="Times New Roman"/>
        </w:rPr>
        <w:t>Behandlers</w:t>
      </w:r>
      <w:proofErr w:type="spellEnd"/>
      <w:r>
        <w:rPr>
          <w:rFonts w:cs="Times New Roman"/>
        </w:rPr>
        <w:t>/Therapeuten*</w:t>
      </w:r>
    </w:p>
    <w:p w:rsidR="000E14F0" w:rsidRDefault="000E14F0" w:rsidP="000E14F0">
      <w:pPr>
        <w:rPr>
          <w:sz w:val="12"/>
        </w:rPr>
      </w:pPr>
    </w:p>
    <w:p w:rsidR="00433068" w:rsidRPr="00433068" w:rsidRDefault="00B14D5B" w:rsidP="00433068">
      <w:pPr>
        <w:rPr>
          <w:rFonts w:ascii="HelveticaNeuBQ-45Light" w:hAnsi="HelveticaNeuBQ-45Light"/>
          <w:sz w:val="21"/>
          <w:szCs w:val="21"/>
        </w:rPr>
      </w:pPr>
      <w:r>
        <w:rPr>
          <w:rFonts w:ascii="HelveticaNeuBQ-45Light" w:hAnsi="HelveticaNeuBQ-45Light"/>
          <w:noProof/>
          <w:sz w:val="21"/>
          <w:szCs w:val="21"/>
        </w:rPr>
        <w:pict>
          <v:group id="_x0000_s1083" style="position:absolute;margin-left:500.65pt;margin-top:2.85pt;width:202.1pt;height:8.5pt;z-index:251679232" coordorigin="2317,7282" coordsize="6660,180">
            <v:line id="_x0000_s1084" style="position:absolute" from="2317,7462" to="8977,7462" strokeweight=".4pt"/>
            <v:line id="_x0000_s1085" style="position:absolute" from="2317,7282" to="2317,7452" strokeweight=".4pt"/>
          </v:group>
        </w:pict>
      </w:r>
      <w:r>
        <w:rPr>
          <w:rFonts w:ascii="HelveticaNeuBQ-45Light" w:hAnsi="HelveticaNeuBQ-45Light"/>
          <w:noProof/>
          <w:sz w:val="21"/>
          <w:szCs w:val="21"/>
        </w:rPr>
        <w:pict>
          <v:group id="_x0000_s1080" style="position:absolute;margin-left:342pt;margin-top:2.85pt;width:116.2pt;height:8.5pt;z-index:251678208" coordorigin="2317,7282" coordsize="6660,180">
            <v:line id="_x0000_s1081" style="position:absolute" from="2317,7462" to="8977,7462" strokeweight=".4pt"/>
            <v:line id="_x0000_s1082" style="position:absolute" from="2317,7282" to="2317,7452" strokeweight=".4pt"/>
          </v:group>
        </w:pict>
      </w:r>
      <w:r w:rsidR="00433068" w:rsidRPr="00433068">
        <w:rPr>
          <w:rFonts w:ascii="HelveticaNeuBQ-45Light" w:hAnsi="HelveticaNeuBQ-45Light"/>
          <w:sz w:val="21"/>
          <w:szCs w:val="21"/>
        </w:rPr>
        <w:t>Hiermit wird bestätigt, dass die oben genannte Person</w:t>
      </w:r>
    </w:p>
    <w:p w:rsidR="00433068" w:rsidRPr="00433068" w:rsidRDefault="00433068" w:rsidP="00433068">
      <w:pPr>
        <w:pStyle w:val="Textkrper"/>
      </w:pPr>
      <w:r w:rsidRPr="00433068">
        <w:t>an den genannten Tagen in meiner/unserer Einrichtung</w:t>
      </w:r>
    </w:p>
    <w:p w:rsidR="00433068" w:rsidRDefault="00433068" w:rsidP="00433068">
      <w:pPr>
        <w:pStyle w:val="Textkrper"/>
        <w:tabs>
          <w:tab w:val="left" w:pos="6840"/>
          <w:tab w:val="left" w:pos="10013"/>
        </w:tabs>
        <w:rPr>
          <w:sz w:val="18"/>
        </w:rPr>
      </w:pPr>
      <w:r>
        <w:t>behandelt wurde.</w:t>
      </w:r>
      <w:r>
        <w:rPr>
          <w:sz w:val="18"/>
        </w:rPr>
        <w:tab/>
        <w:t>Datum</w:t>
      </w:r>
      <w:r>
        <w:rPr>
          <w:sz w:val="18"/>
        </w:rPr>
        <w:tab/>
        <w:t>Stempel und Unterschrift</w:t>
      </w:r>
    </w:p>
    <w:p w:rsidR="000E14F0" w:rsidRDefault="00433068" w:rsidP="00433068">
      <w:pPr>
        <w:rPr>
          <w:rFonts w:ascii="HelveticaNeuBQ-45Light" w:hAnsi="HelveticaNeuBQ-45Light"/>
          <w:sz w:val="18"/>
        </w:rPr>
      </w:pPr>
      <w:r>
        <w:rPr>
          <w:rFonts w:ascii="HelveticaNeuBQ-45Light" w:hAnsi="HelveticaNeuBQ-45Light"/>
          <w:sz w:val="18"/>
        </w:rPr>
        <w:t xml:space="preserve">*Für die Angaben der Ärzte ist die EBM-Ziffer 01620 abrechnungsfähig. Rechtsgrundlage § 60 SGB V i. V. m. </w:t>
      </w:r>
      <w:proofErr w:type="spellStart"/>
      <w:r>
        <w:rPr>
          <w:rFonts w:ascii="HelveticaNeuBQ-45Light" w:hAnsi="HelveticaNeuBQ-45Light"/>
          <w:sz w:val="18"/>
        </w:rPr>
        <w:t>KrTrR</w:t>
      </w:r>
      <w:proofErr w:type="spellEnd"/>
      <w:r>
        <w:rPr>
          <w:rFonts w:ascii="HelveticaNeuBQ-45Light" w:hAnsi="HelveticaNeuBQ-45Light"/>
          <w:sz w:val="18"/>
        </w:rPr>
        <w:t>.</w:t>
      </w:r>
    </w:p>
    <w:sectPr w:rsidR="000E14F0" w:rsidSect="00590E46">
      <w:headerReference w:type="default" r:id="rId7"/>
      <w:pgSz w:w="16838" w:h="11906" w:orient="landscape" w:code="9"/>
      <w:pgMar w:top="539" w:right="1418" w:bottom="567" w:left="1134" w:header="709" w:footer="709" w:gutter="0"/>
      <w:paperSrc w:first="2" w:other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B7D" w:rsidRDefault="00751B7D" w:rsidP="001F1B00">
      <w:r>
        <w:separator/>
      </w:r>
    </w:p>
  </w:endnote>
  <w:endnote w:type="continuationSeparator" w:id="0">
    <w:p w:rsidR="00751B7D" w:rsidRDefault="00751B7D" w:rsidP="001F1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ook">
    <w:panose1 w:val="00000900000000000000"/>
    <w:charset w:val="00"/>
    <w:family w:val="auto"/>
    <w:pitch w:val="variable"/>
    <w:sig w:usb0="00000003" w:usb1="00000000" w:usb2="00000000" w:usb3="00000000" w:csb0="00000001" w:csb1="00000000"/>
  </w:font>
  <w:font w:name="HelveticaNeuBQ-45Light">
    <w:panose1 w:val="020B0500000000000000"/>
    <w:charset w:val="00"/>
    <w:family w:val="swiss"/>
    <w:pitch w:val="variable"/>
    <w:sig w:usb0="800000E7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B7D" w:rsidRDefault="00751B7D" w:rsidP="001F1B00">
      <w:r>
        <w:separator/>
      </w:r>
    </w:p>
  </w:footnote>
  <w:footnote w:type="continuationSeparator" w:id="0">
    <w:p w:rsidR="00751B7D" w:rsidRDefault="00751B7D" w:rsidP="001F1B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B33" w:rsidRPr="002E332C" w:rsidRDefault="00751B7D" w:rsidP="000E14F0">
    <w:pPr>
      <w:rPr>
        <w:sz w:val="17"/>
        <w:szCs w:val="17"/>
      </w:rPr>
    </w:pPr>
    <w:r w:rsidRPr="009B19CD">
      <w:rPr>
        <w:sz w:val="17"/>
        <w:szCs w:val="17"/>
      </w:rPr>
      <w:t xml:space="preserve">Anlage 3 zu dem Rahmenvertrag zwischen </w:t>
    </w:r>
    <w:r w:rsidR="001857BA">
      <w:rPr>
        <w:sz w:val="17"/>
        <w:szCs w:val="17"/>
      </w:rPr>
      <w:t>den</w:t>
    </w:r>
    <w:r w:rsidR="00D378C8">
      <w:rPr>
        <w:sz w:val="17"/>
        <w:szCs w:val="17"/>
      </w:rPr>
      <w:t xml:space="preserve"> </w:t>
    </w:r>
    <w:r w:rsidR="00AA42B4">
      <w:rPr>
        <w:sz w:val="17"/>
        <w:szCs w:val="17"/>
      </w:rPr>
      <w:t>Verbänden des Verkehrsgewerbes</w:t>
    </w:r>
    <w:r w:rsidRPr="009B19CD">
      <w:rPr>
        <w:sz w:val="17"/>
        <w:szCs w:val="17"/>
      </w:rPr>
      <w:t xml:space="preserve"> und den vertragsschließenden Krankenkassen vom </w:t>
    </w:r>
    <w:r w:rsidR="005A1B33">
      <w:rPr>
        <w:sz w:val="17"/>
        <w:szCs w:val="17"/>
      </w:rPr>
      <w:t>28.04.2017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bbruch" w:val="0"/>
    <w:docVar w:name="AbbruchGewohlt" w:val="0"/>
    <w:docVar w:name="Anlage" w:val="nein"/>
    <w:docVar w:name="Anrede" w:val="r Herr Bauer"/>
    <w:docVar w:name="Auto" w:val="ja"/>
    <w:docVar w:name="Bank" w:val="nein"/>
    <w:docVar w:name="Bereich" w:val="VL"/>
    <w:docVar w:name="Beschreibung" w:val="V: Anwesenheitsbescheinigung"/>
    <w:docVar w:name="BKSachbearbeiter" w:val="nein"/>
    <w:docVar w:name="Briefkopf" w:val="0"/>
    <w:docVar w:name="Drucke" w:val="1"/>
    <w:docVar w:name="Folge" w:val="nein"/>
    <w:docVar w:name="Formular" w:val="Aktion\ESS-AZUCA"/>
    <w:docVar w:name="Gruß" w:val="0"/>
    <w:docVar w:name="Info" w:val="nein"/>
    <w:docVar w:name="Kopien" w:val="0"/>
    <w:docVar w:name="Kürzel" w:val="HF027_F1"/>
    <w:docVar w:name="pflegekopf" w:val="RD"/>
    <w:docVar w:name="Schacht" w:val="22"/>
    <w:docVar w:name="Sonderadr" w:val="1"/>
    <w:docVar w:name="Speichern" w:val="nein"/>
    <w:docVar w:name="SStPLesen" w:val="NEIN"/>
    <w:docVar w:name="Stand" w:val="29.08.07"/>
    <w:docVar w:name="Unterschrift" w:val="0"/>
    <w:docVar w:name="Verbergen" w:val="nein"/>
    <w:docVar w:name="Version" w:val="1.00"/>
  </w:docVars>
  <w:rsids>
    <w:rsidRoot w:val="00590E46"/>
    <w:rsid w:val="000512EA"/>
    <w:rsid w:val="000E14F0"/>
    <w:rsid w:val="00147C2B"/>
    <w:rsid w:val="001857BA"/>
    <w:rsid w:val="001862EB"/>
    <w:rsid w:val="001E213A"/>
    <w:rsid w:val="001F1B00"/>
    <w:rsid w:val="00215EC9"/>
    <w:rsid w:val="0022002D"/>
    <w:rsid w:val="0024704D"/>
    <w:rsid w:val="002916D5"/>
    <w:rsid w:val="002E332C"/>
    <w:rsid w:val="00433068"/>
    <w:rsid w:val="00440E1F"/>
    <w:rsid w:val="004E0F33"/>
    <w:rsid w:val="00526A17"/>
    <w:rsid w:val="00590E46"/>
    <w:rsid w:val="005A1B33"/>
    <w:rsid w:val="005E01DE"/>
    <w:rsid w:val="00663876"/>
    <w:rsid w:val="00681D11"/>
    <w:rsid w:val="0072113E"/>
    <w:rsid w:val="00751B7D"/>
    <w:rsid w:val="008C30B6"/>
    <w:rsid w:val="00955C53"/>
    <w:rsid w:val="00957872"/>
    <w:rsid w:val="00997953"/>
    <w:rsid w:val="009C76EA"/>
    <w:rsid w:val="009D5FB1"/>
    <w:rsid w:val="00A34726"/>
    <w:rsid w:val="00A3711E"/>
    <w:rsid w:val="00A95500"/>
    <w:rsid w:val="00AA42B4"/>
    <w:rsid w:val="00B14D5B"/>
    <w:rsid w:val="00B65408"/>
    <w:rsid w:val="00BE3F04"/>
    <w:rsid w:val="00BF2EA4"/>
    <w:rsid w:val="00C51E6B"/>
    <w:rsid w:val="00CC3030"/>
    <w:rsid w:val="00D378C8"/>
    <w:rsid w:val="00E3538D"/>
    <w:rsid w:val="00E452E9"/>
    <w:rsid w:val="00E771EF"/>
    <w:rsid w:val="00ED7B0A"/>
    <w:rsid w:val="00F80A63"/>
    <w:rsid w:val="00FA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538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3538D"/>
    <w:pPr>
      <w:keepNext/>
      <w:tabs>
        <w:tab w:val="center" w:pos="7229"/>
      </w:tabs>
      <w:outlineLvl w:val="0"/>
    </w:pPr>
    <w:rPr>
      <w:rFonts w:ascii="Futura Book" w:hAnsi="Futura Book"/>
      <w:sz w:val="44"/>
    </w:rPr>
  </w:style>
  <w:style w:type="paragraph" w:styleId="berschrift2">
    <w:name w:val="heading 2"/>
    <w:basedOn w:val="Standard"/>
    <w:next w:val="Standard"/>
    <w:qFormat/>
    <w:rsid w:val="00E3538D"/>
    <w:pPr>
      <w:keepNext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rsid w:val="00E3538D"/>
    <w:pPr>
      <w:keepNext/>
      <w:outlineLvl w:val="2"/>
    </w:pPr>
    <w:rPr>
      <w:rFonts w:cs="Arial"/>
      <w:b/>
      <w:bCs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E3538D"/>
    <w:rPr>
      <w:rFonts w:ascii="HelveticaNeuBQ-45Light" w:hAnsi="HelveticaNeuBQ-45Light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38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3876"/>
    <w:rPr>
      <w:rFonts w:ascii="Tahoma" w:hAnsi="Tahoma" w:cs="Tahoma"/>
      <w:sz w:val="16"/>
      <w:szCs w:val="16"/>
    </w:rPr>
  </w:style>
  <w:style w:type="character" w:customStyle="1" w:styleId="m1">
    <w:name w:val="m1"/>
    <w:basedOn w:val="Absatz-Standardschriftart"/>
    <w:rsid w:val="000512EA"/>
    <w:rPr>
      <w:color w:val="0000FF"/>
    </w:rPr>
  </w:style>
  <w:style w:type="character" w:customStyle="1" w:styleId="t1">
    <w:name w:val="t1"/>
    <w:basedOn w:val="Absatz-Standardschriftart"/>
    <w:rsid w:val="000512EA"/>
    <w:rPr>
      <w:color w:val="990000"/>
    </w:rPr>
  </w:style>
  <w:style w:type="paragraph" w:styleId="Kopfzeile">
    <w:name w:val="header"/>
    <w:basedOn w:val="Standard"/>
    <w:link w:val="KopfzeileZchn"/>
    <w:uiPriority w:val="99"/>
    <w:semiHidden/>
    <w:unhideWhenUsed/>
    <w:rsid w:val="001F1B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F1B00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1F1B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F1B00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AOKTEXT\AOKSYS\VORLAGEN\VL\hf027_F1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7AED40-B2AF-4524-8761-C3B65436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hf027_F1.dot</Template>
  <TotalTime>0</TotalTime>
  <Pages>2</Pages>
  <Words>246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AOK Baden-Württemberg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Eissele, Barbara [BW]</dc:creator>
  <cp:lastModifiedBy>Vetter, Marcus-Tobias [BW]</cp:lastModifiedBy>
  <cp:revision>5</cp:revision>
  <cp:lastPrinted>2016-03-21T08:27:00Z</cp:lastPrinted>
  <dcterms:created xsi:type="dcterms:W3CDTF">2017-03-17T14:21:00Z</dcterms:created>
  <dcterms:modified xsi:type="dcterms:W3CDTF">2017-05-02T12:15:00Z</dcterms:modified>
</cp:coreProperties>
</file>